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47A" w:rsidRPr="00F816BC" w:rsidRDefault="0039447A" w:rsidP="00F816BC">
      <w:pPr>
        <w:spacing w:line="360" w:lineRule="auto"/>
        <w:ind w:firstLine="709"/>
        <w:jc w:val="both"/>
        <w:rPr>
          <w:sz w:val="28"/>
          <w:szCs w:val="28"/>
        </w:rPr>
      </w:pPr>
    </w:p>
    <w:p w:rsidR="0039447A" w:rsidRPr="00F816BC" w:rsidRDefault="0039447A" w:rsidP="00F816B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39447A" w:rsidRPr="00F816BC" w:rsidRDefault="0039447A" w:rsidP="00F816BC">
      <w:pPr>
        <w:spacing w:line="360" w:lineRule="auto"/>
        <w:ind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>Рабочая программа по изобразительному искусству для 1 класса составлена на основе:</w:t>
      </w:r>
    </w:p>
    <w:p w:rsidR="0039447A" w:rsidRPr="00F816BC" w:rsidRDefault="0039447A" w:rsidP="00F816BC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>Федерального государственного образовательного стандарта начального общего образования;</w:t>
      </w:r>
    </w:p>
    <w:p w:rsidR="0039447A" w:rsidRPr="00F816BC" w:rsidRDefault="0039447A" w:rsidP="00F816BC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>основной образовательной программы начального общего образования МБОУ  СШ№46;</w:t>
      </w:r>
    </w:p>
    <w:p w:rsidR="0039447A" w:rsidRPr="00F816BC" w:rsidRDefault="0039447A" w:rsidP="00F816BC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 xml:space="preserve">программы начального общего образования по изобразительному искусству с опорой на допущенную Министерством образования Российской Федерации программу для общеобразовательных учреждений «Изобразительное искусство и художественный труд. 1-9 классы», авторы Б.М. Неменский, Н.А. Горяева, Л.А. Неменская, А.С. Питерских, при участии В.Г. Горяева, Г.Е. Гурова, А.А. Кобозева, М.Т. Ломоносовой, О.В. Островской. Программа разработана под руководством и редакцией народного художника России, академика РАО Б.М. Неменского. </w:t>
      </w:r>
    </w:p>
    <w:p w:rsidR="0039447A" w:rsidRPr="00F816BC" w:rsidRDefault="0039447A" w:rsidP="00F816BC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>Федерального перечня учебников</w:t>
      </w:r>
    </w:p>
    <w:p w:rsidR="0039447A" w:rsidRPr="00F816BC" w:rsidRDefault="0039447A" w:rsidP="00F816BC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>годового календарного графика МБОУ СШ № 46</w:t>
      </w:r>
    </w:p>
    <w:p w:rsidR="0039447A" w:rsidRPr="00F816BC" w:rsidRDefault="0039447A" w:rsidP="00F816BC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>УМК МБОУ СШ №46</w:t>
      </w:r>
    </w:p>
    <w:p w:rsidR="0039447A" w:rsidRPr="00F816BC" w:rsidRDefault="0039447A" w:rsidP="00F816BC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>учебного плана МБОУ СШ №46</w:t>
      </w:r>
    </w:p>
    <w:p w:rsidR="0039447A" w:rsidRDefault="0039447A" w:rsidP="00F816BC">
      <w:pPr>
        <w:spacing w:line="360" w:lineRule="auto"/>
        <w:ind w:firstLine="709"/>
        <w:jc w:val="both"/>
        <w:rPr>
          <w:sz w:val="28"/>
          <w:szCs w:val="28"/>
        </w:rPr>
      </w:pPr>
    </w:p>
    <w:p w:rsidR="0039447A" w:rsidRPr="00F816BC" w:rsidRDefault="0039447A" w:rsidP="00F816B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816BC">
        <w:rPr>
          <w:b/>
          <w:sz w:val="28"/>
          <w:szCs w:val="28"/>
        </w:rPr>
        <w:t>В авторскую программу изменения не внесены.</w:t>
      </w:r>
    </w:p>
    <w:p w:rsidR="0039447A" w:rsidRPr="00F816BC" w:rsidRDefault="0039447A" w:rsidP="00F816B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816BC">
        <w:rPr>
          <w:b/>
          <w:sz w:val="28"/>
          <w:szCs w:val="28"/>
        </w:rPr>
        <w:t>Срок р</w:t>
      </w:r>
      <w:r>
        <w:rPr>
          <w:b/>
          <w:sz w:val="28"/>
          <w:szCs w:val="28"/>
        </w:rPr>
        <w:t>еализации данной программы: 2020-2021</w:t>
      </w:r>
      <w:r w:rsidRPr="00F816BC">
        <w:rPr>
          <w:b/>
          <w:sz w:val="28"/>
          <w:szCs w:val="28"/>
        </w:rPr>
        <w:t xml:space="preserve"> учебный год.</w:t>
      </w:r>
    </w:p>
    <w:p w:rsidR="0039447A" w:rsidRPr="00F816BC" w:rsidRDefault="0039447A" w:rsidP="00F816BC">
      <w:pPr>
        <w:spacing w:line="360" w:lineRule="auto"/>
        <w:ind w:firstLine="709"/>
        <w:jc w:val="both"/>
        <w:rPr>
          <w:sz w:val="28"/>
          <w:szCs w:val="28"/>
        </w:rPr>
      </w:pPr>
      <w:r w:rsidRPr="00F816BC">
        <w:rPr>
          <w:b/>
          <w:sz w:val="28"/>
          <w:szCs w:val="28"/>
          <w:u w:val="single"/>
        </w:rPr>
        <w:t>Место предмета  в учебном плане.</w:t>
      </w:r>
      <w:r w:rsidRPr="00F816BC">
        <w:rPr>
          <w:sz w:val="28"/>
          <w:szCs w:val="28"/>
        </w:rPr>
        <w:t xml:space="preserve"> В соответствии  с учебным планом  на изучение изобразительного искусства в 1 классе отводится 1 час еженедельно – 33 недели, 33 часа в год.</w:t>
      </w:r>
    </w:p>
    <w:p w:rsidR="0039447A" w:rsidRPr="00F816BC" w:rsidRDefault="0039447A" w:rsidP="00F816B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39447A" w:rsidRDefault="0039447A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9447A" w:rsidRPr="00F816BC" w:rsidRDefault="0039447A" w:rsidP="00F816B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Планируемые р</w:t>
      </w:r>
      <w:r w:rsidRPr="00F816BC">
        <w:rPr>
          <w:b/>
          <w:sz w:val="28"/>
          <w:szCs w:val="28"/>
        </w:rPr>
        <w:t>езультаты освоения учебного предмета</w:t>
      </w:r>
    </w:p>
    <w:p w:rsidR="0039447A" w:rsidRPr="00F816BC" w:rsidRDefault="0039447A" w:rsidP="00F816BC">
      <w:pPr>
        <w:spacing w:line="360" w:lineRule="auto"/>
        <w:ind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 xml:space="preserve">В результате изучения предмета «Изобразительное искусство» в начальной школе должны быть достигнуты определенные результаты. </w:t>
      </w:r>
    </w:p>
    <w:p w:rsidR="0039447A" w:rsidRPr="00F816BC" w:rsidRDefault="0039447A" w:rsidP="00F816BC">
      <w:pPr>
        <w:spacing w:line="360" w:lineRule="auto"/>
        <w:ind w:firstLine="709"/>
        <w:jc w:val="both"/>
        <w:rPr>
          <w:sz w:val="28"/>
          <w:szCs w:val="28"/>
        </w:rPr>
      </w:pPr>
      <w:r w:rsidRPr="00F816BC">
        <w:rPr>
          <w:b/>
          <w:sz w:val="28"/>
          <w:szCs w:val="28"/>
        </w:rPr>
        <w:t xml:space="preserve">Личностные </w:t>
      </w:r>
      <w:r w:rsidRPr="00F816BC">
        <w:rPr>
          <w:sz w:val="28"/>
          <w:szCs w:val="28"/>
        </w:rPr>
        <w:t>результаты отражаются в индивидуальных качественных свойствах учащихся, которые они должны приобрести в процессе освоения учебного предмета по программе «Изобразительное искусство»:</w:t>
      </w:r>
    </w:p>
    <w:p w:rsidR="0039447A" w:rsidRPr="00F816BC" w:rsidRDefault="0039447A" w:rsidP="00F816BC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>чувство гордости за культуру и искусство Родины, своего народа;</w:t>
      </w:r>
    </w:p>
    <w:p w:rsidR="0039447A" w:rsidRPr="00F816BC" w:rsidRDefault="0039447A" w:rsidP="00F816BC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>уважительное отношение к культуре и искусству других народов нашей страны и мира в целом;</w:t>
      </w:r>
    </w:p>
    <w:p w:rsidR="0039447A" w:rsidRPr="00F816BC" w:rsidRDefault="0039447A" w:rsidP="00F816BC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>понимание особой роли культуры и искусства в жизни общества и каждого отдельного человека;</w:t>
      </w:r>
    </w:p>
    <w:p w:rsidR="0039447A" w:rsidRPr="00F816BC" w:rsidRDefault="0039447A" w:rsidP="00F816BC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>сформированность эстетических чувств, художественно-творческого мышления, наблюдательности и фантазии;</w:t>
      </w:r>
    </w:p>
    <w:p w:rsidR="0039447A" w:rsidRPr="00F816BC" w:rsidRDefault="0039447A" w:rsidP="00F816BC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>сформированность эстетических потребностей — потребностей в общении с искусством, природой, потребностей в творческом отношении к окружающему миру, потребностей в самостоятельной практической творческой деятельности;</w:t>
      </w:r>
    </w:p>
    <w:p w:rsidR="0039447A" w:rsidRPr="00F816BC" w:rsidRDefault="0039447A" w:rsidP="00F816BC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>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:rsidR="0039447A" w:rsidRPr="00F816BC" w:rsidRDefault="0039447A" w:rsidP="00F816BC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>умение сотрудничать с товарищами в процессе совместной деятельности, соотносить свою часть работы с общим замыслом;</w:t>
      </w:r>
    </w:p>
    <w:p w:rsidR="0039447A" w:rsidRPr="00F816BC" w:rsidRDefault="0039447A" w:rsidP="00F816BC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 xml:space="preserve">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 </w:t>
      </w:r>
    </w:p>
    <w:p w:rsidR="0039447A" w:rsidRPr="00F816BC" w:rsidRDefault="0039447A" w:rsidP="00F816BC">
      <w:pPr>
        <w:spacing w:line="360" w:lineRule="auto"/>
        <w:ind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ab/>
      </w:r>
      <w:r w:rsidRPr="00F816BC">
        <w:rPr>
          <w:b/>
          <w:sz w:val="28"/>
          <w:szCs w:val="28"/>
        </w:rPr>
        <w:t>Метапредметные</w:t>
      </w:r>
      <w:r w:rsidRPr="00F816BC">
        <w:rPr>
          <w:sz w:val="28"/>
          <w:szCs w:val="28"/>
        </w:rPr>
        <w:t xml:space="preserve"> результаты характеризуют уровень сформированности универсальных способностей учащихся, проявляющихся в познавательной и практической творческой деятельности:</w:t>
      </w:r>
    </w:p>
    <w:p w:rsidR="0039447A" w:rsidRPr="00F816BC" w:rsidRDefault="0039447A" w:rsidP="00F816BC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39447A" w:rsidRPr="00F816BC" w:rsidRDefault="0039447A" w:rsidP="00F816BC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39447A" w:rsidRPr="00F816BC" w:rsidRDefault="0039447A" w:rsidP="00F816BC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</w:t>
      </w:r>
    </w:p>
    <w:p w:rsidR="0039447A" w:rsidRPr="00F816BC" w:rsidRDefault="0039447A" w:rsidP="00F816BC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39447A" w:rsidRPr="00F816BC" w:rsidRDefault="0039447A" w:rsidP="00F816BC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>умение рационально строить самостоятельную творческую деятельность, умение организовать место занятий;</w:t>
      </w:r>
    </w:p>
    <w:p w:rsidR="0039447A" w:rsidRPr="00F816BC" w:rsidRDefault="0039447A" w:rsidP="00F816BC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39447A" w:rsidRPr="00F816BC" w:rsidRDefault="0039447A" w:rsidP="00F816BC">
      <w:pPr>
        <w:spacing w:line="360" w:lineRule="auto"/>
        <w:ind w:firstLine="709"/>
        <w:jc w:val="both"/>
        <w:rPr>
          <w:sz w:val="28"/>
          <w:szCs w:val="28"/>
        </w:rPr>
      </w:pPr>
      <w:r w:rsidRPr="00811824">
        <w:rPr>
          <w:b/>
          <w:sz w:val="28"/>
          <w:szCs w:val="28"/>
        </w:rPr>
        <w:t>Предметные</w:t>
      </w:r>
      <w:r w:rsidRPr="00F816BC">
        <w:rPr>
          <w:sz w:val="28"/>
          <w:szCs w:val="28"/>
        </w:rPr>
        <w:t xml:space="preserve"> результаты характеризуют опыт учащихся в художественно-творческой деятельности, который приобретается и закрепляется в процессе освоения учебного предмета: </w:t>
      </w:r>
    </w:p>
    <w:p w:rsidR="0039447A" w:rsidRPr="00811824" w:rsidRDefault="0039447A" w:rsidP="00811824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</w:p>
    <w:p w:rsidR="0039447A" w:rsidRPr="00811824" w:rsidRDefault="0039447A" w:rsidP="00811824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>знание основных видов и жанров пространственно-визуальных искусств;</w:t>
      </w:r>
    </w:p>
    <w:p w:rsidR="0039447A" w:rsidRPr="00811824" w:rsidRDefault="0039447A" w:rsidP="00811824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 xml:space="preserve">понимание образной природы искусства; </w:t>
      </w:r>
    </w:p>
    <w:p w:rsidR="0039447A" w:rsidRPr="00811824" w:rsidRDefault="0039447A" w:rsidP="00811824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>эстетическая оценка явлений природы, событий окружающего мира;</w:t>
      </w:r>
    </w:p>
    <w:p w:rsidR="0039447A" w:rsidRPr="00811824" w:rsidRDefault="0039447A" w:rsidP="00811824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39447A" w:rsidRPr="00811824" w:rsidRDefault="0039447A" w:rsidP="00811824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39447A" w:rsidRPr="00811824" w:rsidRDefault="0039447A" w:rsidP="00811824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 xml:space="preserve">умение обсуждать и анализировать произведения искусства, выражая суждения о содержании, сюжетах и выразительных средствах; </w:t>
      </w:r>
    </w:p>
    <w:p w:rsidR="0039447A" w:rsidRPr="00811824" w:rsidRDefault="0039447A" w:rsidP="00811824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 xml:space="preserve">усвоение названий ведущих художественных музеев России и художественных музеев своего региона; </w:t>
      </w:r>
    </w:p>
    <w:p w:rsidR="0039447A" w:rsidRPr="00811824" w:rsidRDefault="0039447A" w:rsidP="00811824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39447A" w:rsidRPr="00811824" w:rsidRDefault="0039447A" w:rsidP="00811824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 xml:space="preserve">способность использовать в художественно-творческой деятельности различные художественные материалы и художественные техники; </w:t>
      </w:r>
    </w:p>
    <w:p w:rsidR="0039447A" w:rsidRPr="00811824" w:rsidRDefault="0039447A" w:rsidP="00811824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>способность передавать в художественно-творческой деятельности характер, эмоциональные состояния и свое отношение к природе, человеку, обществу;</w:t>
      </w:r>
    </w:p>
    <w:p w:rsidR="0039447A" w:rsidRPr="00811824" w:rsidRDefault="0039447A" w:rsidP="00811824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>умение компоновать на плоскости листа и в объеме задуманный художественный образ;</w:t>
      </w:r>
    </w:p>
    <w:p w:rsidR="0039447A" w:rsidRPr="00811824" w:rsidRDefault="0039447A" w:rsidP="00811824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>освоение умений применять в художественно—творческой деятельности основ цветоведения, основ графической грамоты;</w:t>
      </w:r>
    </w:p>
    <w:p w:rsidR="0039447A" w:rsidRPr="00811824" w:rsidRDefault="0039447A" w:rsidP="00811824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 xml:space="preserve">овладение навыками моделирования из бумаги, лепки из пластилина, навыками изображения средствами аппликации и коллажа; </w:t>
      </w:r>
    </w:p>
    <w:p w:rsidR="0039447A" w:rsidRPr="00811824" w:rsidRDefault="0039447A" w:rsidP="00811824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 xml:space="preserve">умение характеризовать и эстетически оценивать разнообразие и красоту природы различных регионов нашей страны; </w:t>
      </w:r>
    </w:p>
    <w:p w:rsidR="0039447A" w:rsidRPr="00811824" w:rsidRDefault="0039447A" w:rsidP="00811824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 xml:space="preserve">умение 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</w:r>
    </w:p>
    <w:p w:rsidR="0039447A" w:rsidRPr="00811824" w:rsidRDefault="0039447A" w:rsidP="00811824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>изображение в творческих работах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39447A" w:rsidRPr="00811824" w:rsidRDefault="0039447A" w:rsidP="00811824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39447A" w:rsidRPr="00811824" w:rsidRDefault="0039447A" w:rsidP="00811824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39447A" w:rsidRPr="00811824" w:rsidRDefault="0039447A" w:rsidP="00811824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>умение объяснять значение памятников и архитектурной среды древнего зодчества для современного общества;</w:t>
      </w:r>
    </w:p>
    <w:p w:rsidR="0039447A" w:rsidRPr="00811824" w:rsidRDefault="0039447A" w:rsidP="00811824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 xml:space="preserve">выражение в изобразительной деятельности своего отношения к архитектурным и историческим ансамблям древнерусских городов; </w:t>
      </w:r>
    </w:p>
    <w:p w:rsidR="0039447A" w:rsidRPr="00811824" w:rsidRDefault="0039447A" w:rsidP="00811824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>умение приводить примеры произведений искусства, выражающих красоту мудрости и богатой духовной жизни, красоту внутреннего мира человека;</w:t>
      </w:r>
    </w:p>
    <w:p w:rsidR="0039447A" w:rsidRPr="00811824" w:rsidRDefault="0039447A" w:rsidP="00811824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rFonts w:eastAsia="@Arial Unicode MS"/>
          <w:sz w:val="28"/>
          <w:szCs w:val="28"/>
        </w:rPr>
      </w:pPr>
      <w:bookmarkStart w:id="0" w:name="_GoBack"/>
      <w:bookmarkEnd w:id="0"/>
      <w:r w:rsidRPr="00811824">
        <w:rPr>
          <w:rFonts w:eastAsia="@Arial Unicode MS"/>
          <w:sz w:val="28"/>
          <w:szCs w:val="28"/>
        </w:rPr>
        <w:t>формулировать собственное мнение и позицию; ·задавать вопросы;</w:t>
      </w:r>
    </w:p>
    <w:p w:rsidR="0039447A" w:rsidRPr="00811824" w:rsidRDefault="0039447A" w:rsidP="00811824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rFonts w:eastAsia="@Arial Unicode MS"/>
          <w:sz w:val="28"/>
          <w:szCs w:val="28"/>
        </w:rPr>
      </w:pPr>
      <w:r w:rsidRPr="00811824">
        <w:rPr>
          <w:rFonts w:eastAsia="@Arial Unicode MS"/>
          <w:sz w:val="28"/>
          <w:szCs w:val="28"/>
        </w:rPr>
        <w:t>использовать речь для регуляции своего действия.</w:t>
      </w:r>
    </w:p>
    <w:p w:rsidR="0039447A" w:rsidRPr="00F816BC" w:rsidRDefault="0039447A" w:rsidP="00811824">
      <w:pPr>
        <w:spacing w:line="360" w:lineRule="auto"/>
        <w:ind w:firstLine="709"/>
        <w:jc w:val="both"/>
        <w:rPr>
          <w:sz w:val="28"/>
          <w:szCs w:val="28"/>
        </w:rPr>
      </w:pPr>
    </w:p>
    <w:p w:rsidR="0039447A" w:rsidRDefault="0039447A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9447A" w:rsidRPr="00811824" w:rsidRDefault="0039447A" w:rsidP="0081182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11824">
        <w:rPr>
          <w:b/>
          <w:sz w:val="28"/>
          <w:szCs w:val="28"/>
        </w:rPr>
        <w:t>Требования к уровню  освоению программы</w:t>
      </w:r>
    </w:p>
    <w:p w:rsidR="0039447A" w:rsidRPr="00F816BC" w:rsidRDefault="0039447A" w:rsidP="00F816BC">
      <w:pPr>
        <w:spacing w:line="360" w:lineRule="auto"/>
        <w:ind w:firstLine="709"/>
        <w:jc w:val="both"/>
        <w:rPr>
          <w:sz w:val="28"/>
          <w:szCs w:val="28"/>
        </w:rPr>
      </w:pPr>
    </w:p>
    <w:p w:rsidR="0039447A" w:rsidRPr="00F816BC" w:rsidRDefault="0039447A" w:rsidP="00F816BC">
      <w:pPr>
        <w:spacing w:line="360" w:lineRule="auto"/>
        <w:ind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>Обучающийся</w:t>
      </w:r>
      <w:r w:rsidRPr="00811824">
        <w:rPr>
          <w:b/>
          <w:sz w:val="28"/>
          <w:szCs w:val="28"/>
        </w:rPr>
        <w:t xml:space="preserve"> научится</w:t>
      </w:r>
      <w:r w:rsidRPr="00F816BC">
        <w:rPr>
          <w:sz w:val="28"/>
          <w:szCs w:val="28"/>
        </w:rPr>
        <w:t xml:space="preserve">: </w:t>
      </w:r>
    </w:p>
    <w:p w:rsidR="0039447A" w:rsidRPr="00811824" w:rsidRDefault="0039447A" w:rsidP="00811824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rFonts w:eastAsia="@Arial Unicode MS"/>
          <w:sz w:val="28"/>
          <w:szCs w:val="28"/>
        </w:rPr>
      </w:pPr>
      <w:r w:rsidRPr="00811824">
        <w:rPr>
          <w:rFonts w:eastAsia="@Arial Unicode MS"/>
          <w:sz w:val="28"/>
          <w:szCs w:val="28"/>
        </w:rPr>
        <w:t>различать основные виды художественной деятельности (рисунок, живопись, скульптура, художественное конструирование и дизайн, декоративно-прикладное искусство) и 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39447A" w:rsidRPr="00811824" w:rsidRDefault="0039447A" w:rsidP="00811824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>узнает значение слов: художник, палитра, композиция, иллюстрация, аппликация, коллаж, флористика, гончар;</w:t>
      </w:r>
    </w:p>
    <w:p w:rsidR="0039447A" w:rsidRPr="00811824" w:rsidRDefault="0039447A" w:rsidP="00811824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>узнавать отдельные произведения выдающихся художников и народных мастеров;</w:t>
      </w:r>
    </w:p>
    <w:p w:rsidR="0039447A" w:rsidRPr="00811824" w:rsidRDefault="0039447A" w:rsidP="00811824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rFonts w:eastAsia="@Arial Unicode MS"/>
          <w:sz w:val="28"/>
          <w:szCs w:val="28"/>
        </w:rPr>
        <w:t>различать основные и составные, тёплые и холодные цвета; изменять их эмоциональную напряжённость с помощью смешивания с белой и чёрной красками; использовать их для передачи художественного замысла в собственной учебно-творческой деятельности;</w:t>
      </w:r>
    </w:p>
    <w:p w:rsidR="0039447A" w:rsidRPr="00811824" w:rsidRDefault="0039447A" w:rsidP="00811824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>основные и смешанные цвета, элементарные правила их смешивания;</w:t>
      </w:r>
    </w:p>
    <w:p w:rsidR="0039447A" w:rsidRPr="00811824" w:rsidRDefault="0039447A" w:rsidP="00811824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>эмоциональное значение тёплых и холодных тонов;</w:t>
      </w:r>
    </w:p>
    <w:p w:rsidR="0039447A" w:rsidRPr="00811824" w:rsidRDefault="0039447A" w:rsidP="00811824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>особенности построения орнамента и его значение в образе художественной вещи;</w:t>
      </w:r>
    </w:p>
    <w:p w:rsidR="0039447A" w:rsidRPr="00811824" w:rsidRDefault="0039447A" w:rsidP="00811824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>знать правила техники безопасности при работе с режущими и колющими инструментами;</w:t>
      </w:r>
    </w:p>
    <w:p w:rsidR="0039447A" w:rsidRPr="00811824" w:rsidRDefault="0039447A" w:rsidP="00811824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 xml:space="preserve">способы и приёмы обработки различных материалов; </w:t>
      </w:r>
    </w:p>
    <w:p w:rsidR="0039447A" w:rsidRPr="00811824" w:rsidRDefault="0039447A" w:rsidP="00811824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>организовывать своё рабочее место, пользоваться кистью, красками, палитрой; ножницами;</w:t>
      </w:r>
    </w:p>
    <w:p w:rsidR="0039447A" w:rsidRPr="00811824" w:rsidRDefault="0039447A" w:rsidP="00811824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>передавать в рисунке простейшую форму, основной цвет предметов;</w:t>
      </w:r>
    </w:p>
    <w:p w:rsidR="0039447A" w:rsidRPr="00811824" w:rsidRDefault="0039447A" w:rsidP="00811824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>составлять композиции с учётом замысла;</w:t>
      </w:r>
    </w:p>
    <w:p w:rsidR="0039447A" w:rsidRPr="00811824" w:rsidRDefault="0039447A" w:rsidP="00811824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>конструировать из бумаги на основе техники оригами, гофрирования, сминания, сгибания;</w:t>
      </w:r>
    </w:p>
    <w:p w:rsidR="0039447A" w:rsidRPr="00811824" w:rsidRDefault="0039447A" w:rsidP="00811824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>конструировать из ткани на основе скручивания и связывания;</w:t>
      </w:r>
    </w:p>
    <w:p w:rsidR="0039447A" w:rsidRPr="00811824" w:rsidRDefault="0039447A" w:rsidP="00811824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>конструировать из природных материалов;</w:t>
      </w:r>
    </w:p>
    <w:p w:rsidR="0039447A" w:rsidRPr="00811824" w:rsidRDefault="0039447A" w:rsidP="00811824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824">
        <w:rPr>
          <w:sz w:val="28"/>
          <w:szCs w:val="28"/>
        </w:rPr>
        <w:t xml:space="preserve">пользоваться простейшими приёмами лепки. </w:t>
      </w:r>
    </w:p>
    <w:p w:rsidR="0039447A" w:rsidRPr="00F816BC" w:rsidRDefault="0039447A" w:rsidP="00F816BC">
      <w:pPr>
        <w:spacing w:line="360" w:lineRule="auto"/>
        <w:ind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 xml:space="preserve">Обучающийся </w:t>
      </w:r>
      <w:r w:rsidRPr="00811824">
        <w:rPr>
          <w:b/>
          <w:i/>
          <w:sz w:val="28"/>
          <w:szCs w:val="28"/>
        </w:rPr>
        <w:t>получит возможность научиться:</w:t>
      </w:r>
    </w:p>
    <w:p w:rsidR="0039447A" w:rsidRPr="00811824" w:rsidRDefault="0039447A" w:rsidP="00811824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rFonts w:eastAsia="@Arial Unicode MS"/>
          <w:i/>
          <w:sz w:val="28"/>
          <w:szCs w:val="28"/>
        </w:rPr>
      </w:pPr>
      <w:r w:rsidRPr="00811824">
        <w:rPr>
          <w:i/>
          <w:sz w:val="28"/>
          <w:szCs w:val="28"/>
        </w:rPr>
        <w:t>усвоить основы трех видов художественной деятельности: изображение на плоскости и в объеме; постройка или художественное конструирование на плоскости , в объеме и пространстве; украшение или декоративная деятельность с использованием различных художественных материалов;</w:t>
      </w:r>
    </w:p>
    <w:p w:rsidR="0039447A" w:rsidRPr="00811824" w:rsidRDefault="0039447A" w:rsidP="00811824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rFonts w:eastAsia="@Arial Unicode MS"/>
          <w:i/>
          <w:sz w:val="28"/>
          <w:szCs w:val="28"/>
        </w:rPr>
      </w:pPr>
      <w:r w:rsidRPr="00811824">
        <w:rPr>
          <w:rFonts w:eastAsia="@Arial Unicode MS"/>
          <w:i/>
          <w:sz w:val="28"/>
          <w:szCs w:val="28"/>
        </w:rPr>
        <w:t>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39447A" w:rsidRPr="00811824" w:rsidRDefault="0039447A" w:rsidP="00811824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811824">
        <w:rPr>
          <w:i/>
          <w:sz w:val="28"/>
          <w:szCs w:val="28"/>
        </w:rPr>
        <w:t>приобрести первичные навыки художественной работы в следующих видах искусства: живопись, графика, скульптура, дизайн, декоративно-прикладные и народные формы искусства;</w:t>
      </w:r>
    </w:p>
    <w:p w:rsidR="0039447A" w:rsidRPr="00811824" w:rsidRDefault="0039447A" w:rsidP="00811824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811824">
        <w:rPr>
          <w:i/>
          <w:sz w:val="28"/>
          <w:szCs w:val="28"/>
        </w:rPr>
        <w:t>развивать фантазию, воображение;</w:t>
      </w:r>
    </w:p>
    <w:p w:rsidR="0039447A" w:rsidRPr="00811824" w:rsidRDefault="0039447A" w:rsidP="00811824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811824">
        <w:rPr>
          <w:i/>
          <w:sz w:val="28"/>
          <w:szCs w:val="28"/>
        </w:rPr>
        <w:t>приобрести навыки художественного восприятия различных видов искусства;</w:t>
      </w:r>
    </w:p>
    <w:p w:rsidR="0039447A" w:rsidRPr="00811824" w:rsidRDefault="0039447A" w:rsidP="00811824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811824">
        <w:rPr>
          <w:i/>
          <w:sz w:val="28"/>
          <w:szCs w:val="28"/>
        </w:rPr>
        <w:t>научиться анализировать произведения искусства;</w:t>
      </w:r>
    </w:p>
    <w:p w:rsidR="0039447A" w:rsidRPr="00811824" w:rsidRDefault="0039447A" w:rsidP="00811824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811824">
        <w:rPr>
          <w:i/>
          <w:sz w:val="28"/>
          <w:szCs w:val="28"/>
        </w:rPr>
        <w:t>приобрести первичные навыки изображения предметного мира, изображения растений и животных;</w:t>
      </w:r>
    </w:p>
    <w:p w:rsidR="0039447A" w:rsidRPr="00811824" w:rsidRDefault="0039447A" w:rsidP="00811824">
      <w:pPr>
        <w:pStyle w:val="ListParagraph"/>
        <w:numPr>
          <w:ilvl w:val="0"/>
          <w:numId w:val="8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811824">
        <w:rPr>
          <w:i/>
          <w:sz w:val="28"/>
          <w:szCs w:val="28"/>
        </w:rPr>
        <w:t xml:space="preserve">приобрести навыки общения через выражение художественного смысла, выражение эмоционального состояния, своего отношения в творческой художественной деятельности и при восприятии произведений искусства и творчества своих товарищей. </w:t>
      </w:r>
    </w:p>
    <w:p w:rsidR="0039447A" w:rsidRPr="00811824" w:rsidRDefault="0039447A" w:rsidP="00811824">
      <w:pPr>
        <w:pStyle w:val="ListParagraph"/>
        <w:spacing w:line="360" w:lineRule="auto"/>
        <w:ind w:left="709"/>
        <w:jc w:val="center"/>
        <w:rPr>
          <w:b/>
          <w:sz w:val="28"/>
          <w:szCs w:val="28"/>
        </w:rPr>
      </w:pPr>
      <w:r w:rsidRPr="00811824">
        <w:rPr>
          <w:i/>
          <w:sz w:val="28"/>
          <w:szCs w:val="28"/>
        </w:rPr>
        <w:br w:type="page"/>
      </w:r>
      <w:r w:rsidRPr="00811824">
        <w:rPr>
          <w:b/>
          <w:sz w:val="28"/>
          <w:szCs w:val="28"/>
        </w:rPr>
        <w:t>Содержание   учебного предмета</w:t>
      </w:r>
    </w:p>
    <w:p w:rsidR="0039447A" w:rsidRPr="00F816BC" w:rsidRDefault="0039447A" w:rsidP="00F816BC">
      <w:pPr>
        <w:spacing w:line="360" w:lineRule="auto"/>
        <w:ind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>Тема первого года обучения: «ТЫ ИЗОБРАЖАЕШЬ, УКРАШАЕШЬ И СТРОИШЬ».</w:t>
      </w:r>
    </w:p>
    <w:p w:rsidR="0039447A" w:rsidRPr="00811824" w:rsidRDefault="0039447A" w:rsidP="00F816B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11824">
        <w:rPr>
          <w:b/>
          <w:sz w:val="28"/>
          <w:szCs w:val="28"/>
        </w:rPr>
        <w:t>Раздел 1: Ты изображаешь. Знакомство с Мастером Изображения – 8 ч.</w:t>
      </w:r>
    </w:p>
    <w:p w:rsidR="0039447A" w:rsidRPr="00F816BC" w:rsidRDefault="0039447A" w:rsidP="00F816BC">
      <w:pPr>
        <w:spacing w:line="360" w:lineRule="auto"/>
        <w:ind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>Изображения всюду вокруг нас. Мастер Изображения учит видеть. Изображать можно пятном. Изображать можно в объеме. Изображать можно линией. Разноцветные краски. Изображать можно и то, что невидимо. Художники и зрители (обобщение темы).</w:t>
      </w:r>
    </w:p>
    <w:p w:rsidR="0039447A" w:rsidRPr="00811824" w:rsidRDefault="0039447A" w:rsidP="00F816B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11824">
        <w:rPr>
          <w:b/>
          <w:sz w:val="28"/>
          <w:szCs w:val="28"/>
        </w:rPr>
        <w:t>Раздел 2: Ты украшаешь. Знакомство с Мастером Украшения – 8 ч.</w:t>
      </w:r>
    </w:p>
    <w:p w:rsidR="0039447A" w:rsidRPr="00F816BC" w:rsidRDefault="0039447A" w:rsidP="00F816BC">
      <w:pPr>
        <w:spacing w:line="360" w:lineRule="auto"/>
        <w:ind w:firstLine="709"/>
        <w:jc w:val="both"/>
        <w:rPr>
          <w:sz w:val="28"/>
          <w:szCs w:val="28"/>
        </w:rPr>
      </w:pPr>
      <w:r w:rsidRPr="00F816BC">
        <w:rPr>
          <w:sz w:val="28"/>
          <w:szCs w:val="28"/>
        </w:rPr>
        <w:t>Мир полон украшений. Красоту надо уметь замечать. Узоры, которые создали люди. Как украшает себя человек. Мастер Украшения помогает сделать праздник (обобщение темы).</w:t>
      </w:r>
    </w:p>
    <w:p w:rsidR="0039447A" w:rsidRPr="00F816BC" w:rsidRDefault="0039447A" w:rsidP="00F816BC">
      <w:pPr>
        <w:spacing w:line="360" w:lineRule="auto"/>
        <w:ind w:firstLine="709"/>
        <w:jc w:val="both"/>
        <w:rPr>
          <w:sz w:val="28"/>
          <w:szCs w:val="28"/>
        </w:rPr>
      </w:pPr>
      <w:r w:rsidRPr="00811824">
        <w:rPr>
          <w:b/>
          <w:sz w:val="28"/>
          <w:szCs w:val="28"/>
        </w:rPr>
        <w:t>Раздел 3: Ты строишь. Знакомство с Мастером Постройки – 11 ч.</w:t>
      </w:r>
      <w:r w:rsidRPr="00F816BC">
        <w:rPr>
          <w:sz w:val="28"/>
          <w:szCs w:val="28"/>
        </w:rPr>
        <w:t xml:space="preserve"> Постройки в нашей жизни. Дома бывают разными. Домики, которые построила природа. Дом снаружи и внутри. Строим город. Все имеет свое строение. Строим вещи. Город, в котором мы живем (обобщение темы).</w:t>
      </w:r>
    </w:p>
    <w:p w:rsidR="0039447A" w:rsidRDefault="0039447A" w:rsidP="00F816B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11824">
        <w:rPr>
          <w:b/>
          <w:sz w:val="28"/>
          <w:szCs w:val="28"/>
        </w:rPr>
        <w:t xml:space="preserve">Раздел 4: Изображение, украшение, постройка всегда помогают друг другу– 6 ч </w:t>
      </w:r>
    </w:p>
    <w:p w:rsidR="0039447A" w:rsidRPr="00F816BC" w:rsidRDefault="0039447A" w:rsidP="00F816BC">
      <w:pPr>
        <w:spacing w:line="360" w:lineRule="auto"/>
        <w:ind w:firstLine="709"/>
        <w:jc w:val="both"/>
        <w:rPr>
          <w:sz w:val="28"/>
          <w:szCs w:val="28"/>
        </w:rPr>
        <w:sectPr w:rsidR="0039447A" w:rsidRPr="00F816BC" w:rsidSect="00F816BC">
          <w:pgSz w:w="11906" w:h="16838"/>
          <w:pgMar w:top="1134" w:right="850" w:bottom="1134" w:left="1701" w:header="709" w:footer="709" w:gutter="0"/>
          <w:cols w:space="720"/>
        </w:sectPr>
      </w:pPr>
      <w:r w:rsidRPr="00F816BC">
        <w:rPr>
          <w:sz w:val="28"/>
          <w:szCs w:val="28"/>
        </w:rPr>
        <w:t>Три Брата-Мастера всегда трудятся вместе. «Сказочная страна». Создание панно. «Праздник весны». Конструирование из бумаги. Урок любования. Умение видеть. Здравствуй, лето! Обобщение.</w:t>
      </w:r>
    </w:p>
    <w:p w:rsidR="0039447A" w:rsidRPr="00811824" w:rsidRDefault="0039447A" w:rsidP="0081182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11824">
        <w:rPr>
          <w:b/>
          <w:sz w:val="28"/>
          <w:szCs w:val="28"/>
        </w:rPr>
        <w:t>Тематическое планирование</w:t>
      </w:r>
    </w:p>
    <w:p w:rsidR="0039447A" w:rsidRPr="00F816BC" w:rsidRDefault="0039447A" w:rsidP="00F816BC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22"/>
        <w:gridCol w:w="1406"/>
        <w:gridCol w:w="3000"/>
      </w:tblGrid>
      <w:tr w:rsidR="0039447A" w:rsidRPr="00F816BC" w:rsidTr="00202AA8">
        <w:tc>
          <w:tcPr>
            <w:tcW w:w="4822" w:type="dxa"/>
            <w:vAlign w:val="center"/>
          </w:tcPr>
          <w:p w:rsidR="0039447A" w:rsidRPr="00F816BC" w:rsidRDefault="0039447A" w:rsidP="00811824">
            <w:pPr>
              <w:jc w:val="center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Тема</w:t>
            </w:r>
          </w:p>
        </w:tc>
        <w:tc>
          <w:tcPr>
            <w:tcW w:w="1406" w:type="dxa"/>
            <w:vAlign w:val="center"/>
          </w:tcPr>
          <w:p w:rsidR="0039447A" w:rsidRPr="00F816BC" w:rsidRDefault="0039447A" w:rsidP="00811824">
            <w:pPr>
              <w:jc w:val="center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Кол-во часов</w:t>
            </w:r>
          </w:p>
        </w:tc>
        <w:tc>
          <w:tcPr>
            <w:tcW w:w="3000" w:type="dxa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Кол-во проверочных работ</w:t>
            </w:r>
          </w:p>
        </w:tc>
      </w:tr>
      <w:tr w:rsidR="0039447A" w:rsidRPr="00F816BC" w:rsidTr="00202AA8">
        <w:tc>
          <w:tcPr>
            <w:tcW w:w="4822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Ты изображаешь. Знакомство с Мастером Изображения</w:t>
            </w:r>
          </w:p>
        </w:tc>
        <w:tc>
          <w:tcPr>
            <w:tcW w:w="1406" w:type="dxa"/>
            <w:vAlign w:val="center"/>
          </w:tcPr>
          <w:p w:rsidR="0039447A" w:rsidRPr="00F816BC" w:rsidRDefault="0039447A" w:rsidP="00811824">
            <w:pPr>
              <w:jc w:val="center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8</w:t>
            </w:r>
          </w:p>
        </w:tc>
        <w:tc>
          <w:tcPr>
            <w:tcW w:w="3000" w:type="dxa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39447A" w:rsidRPr="00F816BC" w:rsidTr="00202AA8">
        <w:tc>
          <w:tcPr>
            <w:tcW w:w="4822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Ты украшаешь. Знакомство с Мастером Украшения</w:t>
            </w:r>
          </w:p>
        </w:tc>
        <w:tc>
          <w:tcPr>
            <w:tcW w:w="1406" w:type="dxa"/>
            <w:vAlign w:val="center"/>
          </w:tcPr>
          <w:p w:rsidR="0039447A" w:rsidRPr="00F816BC" w:rsidRDefault="0039447A" w:rsidP="00811824">
            <w:pPr>
              <w:jc w:val="center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8</w:t>
            </w:r>
          </w:p>
        </w:tc>
        <w:tc>
          <w:tcPr>
            <w:tcW w:w="3000" w:type="dxa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39447A" w:rsidRPr="00F816BC" w:rsidTr="00202AA8">
        <w:tc>
          <w:tcPr>
            <w:tcW w:w="4822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Ты строишь. Знакомство с Мастером Постройки</w:t>
            </w:r>
          </w:p>
        </w:tc>
        <w:tc>
          <w:tcPr>
            <w:tcW w:w="1406" w:type="dxa"/>
            <w:vAlign w:val="center"/>
          </w:tcPr>
          <w:p w:rsidR="0039447A" w:rsidRPr="00F816BC" w:rsidRDefault="0039447A" w:rsidP="00811824">
            <w:pPr>
              <w:jc w:val="center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11</w:t>
            </w:r>
          </w:p>
        </w:tc>
        <w:tc>
          <w:tcPr>
            <w:tcW w:w="3000" w:type="dxa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39447A" w:rsidRPr="00F816BC" w:rsidTr="00202AA8">
        <w:tc>
          <w:tcPr>
            <w:tcW w:w="4822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Изображение, украшение, постройка всегда помогают друг другу</w:t>
            </w:r>
          </w:p>
        </w:tc>
        <w:tc>
          <w:tcPr>
            <w:tcW w:w="1406" w:type="dxa"/>
            <w:vAlign w:val="center"/>
          </w:tcPr>
          <w:p w:rsidR="0039447A" w:rsidRPr="00F816BC" w:rsidRDefault="0039447A" w:rsidP="00811824">
            <w:pPr>
              <w:jc w:val="center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6</w:t>
            </w:r>
          </w:p>
        </w:tc>
        <w:tc>
          <w:tcPr>
            <w:tcW w:w="3000" w:type="dxa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39447A" w:rsidRPr="00F816BC" w:rsidTr="00202AA8">
        <w:tc>
          <w:tcPr>
            <w:tcW w:w="4822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ИТОГО:</w:t>
            </w:r>
          </w:p>
        </w:tc>
        <w:tc>
          <w:tcPr>
            <w:tcW w:w="1406" w:type="dxa"/>
            <w:vAlign w:val="center"/>
          </w:tcPr>
          <w:p w:rsidR="0039447A" w:rsidRPr="00F816BC" w:rsidRDefault="0039447A" w:rsidP="00811824">
            <w:pPr>
              <w:jc w:val="center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33</w:t>
            </w:r>
          </w:p>
        </w:tc>
        <w:tc>
          <w:tcPr>
            <w:tcW w:w="3000" w:type="dxa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</w:p>
        </w:tc>
      </w:tr>
    </w:tbl>
    <w:p w:rsidR="0039447A" w:rsidRPr="00F816BC" w:rsidRDefault="0039447A" w:rsidP="00F816BC">
      <w:pPr>
        <w:spacing w:line="360" w:lineRule="auto"/>
        <w:ind w:firstLine="709"/>
        <w:jc w:val="both"/>
        <w:rPr>
          <w:sz w:val="28"/>
          <w:szCs w:val="28"/>
        </w:rPr>
      </w:pPr>
    </w:p>
    <w:p w:rsidR="0039447A" w:rsidRDefault="0039447A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9447A" w:rsidRDefault="0039447A" w:rsidP="0081182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11824">
        <w:rPr>
          <w:b/>
          <w:sz w:val="28"/>
          <w:szCs w:val="28"/>
        </w:rPr>
        <w:t>Календарно-тематическое планирование</w:t>
      </w:r>
      <w:r>
        <w:rPr>
          <w:b/>
          <w:sz w:val="28"/>
          <w:szCs w:val="28"/>
        </w:rPr>
        <w:t xml:space="preserve"> </w:t>
      </w:r>
    </w:p>
    <w:p w:rsidR="0039447A" w:rsidRPr="00811824" w:rsidRDefault="0039447A" w:rsidP="00811824">
      <w:pPr>
        <w:spacing w:line="360" w:lineRule="auto"/>
        <w:ind w:firstLine="709"/>
        <w:jc w:val="center"/>
        <w:rPr>
          <w:b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5954"/>
        <w:gridCol w:w="1276"/>
        <w:gridCol w:w="1701"/>
      </w:tblGrid>
      <w:tr w:rsidR="0039447A" w:rsidRPr="00F816BC" w:rsidTr="003B2704">
        <w:trPr>
          <w:trHeight w:val="354"/>
        </w:trPr>
        <w:tc>
          <w:tcPr>
            <w:tcW w:w="675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№ п/п</w:t>
            </w:r>
          </w:p>
        </w:tc>
        <w:tc>
          <w:tcPr>
            <w:tcW w:w="5954" w:type="dxa"/>
            <w:vAlign w:val="center"/>
          </w:tcPr>
          <w:p w:rsidR="0039447A" w:rsidRPr="00F816BC" w:rsidRDefault="0039447A" w:rsidP="00811824">
            <w:pPr>
              <w:jc w:val="center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Тема</w:t>
            </w:r>
          </w:p>
        </w:tc>
        <w:tc>
          <w:tcPr>
            <w:tcW w:w="1276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Дата проведения</w:t>
            </w:r>
          </w:p>
        </w:tc>
        <w:tc>
          <w:tcPr>
            <w:tcW w:w="1701" w:type="dxa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Примеч. Отметка о коррект.</w:t>
            </w:r>
          </w:p>
        </w:tc>
      </w:tr>
      <w:tr w:rsidR="0039447A" w:rsidRPr="00F816BC" w:rsidTr="003B2704">
        <w:trPr>
          <w:trHeight w:val="154"/>
        </w:trPr>
        <w:tc>
          <w:tcPr>
            <w:tcW w:w="675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1.</w:t>
            </w:r>
          </w:p>
        </w:tc>
        <w:tc>
          <w:tcPr>
            <w:tcW w:w="5954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Изображения всюду вокруг нас.</w:t>
            </w:r>
          </w:p>
        </w:tc>
        <w:tc>
          <w:tcPr>
            <w:tcW w:w="1276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3</w:t>
            </w:r>
            <w:r w:rsidRPr="00F816BC">
              <w:rPr>
                <w:sz w:val="28"/>
                <w:szCs w:val="28"/>
              </w:rPr>
              <w:t>.09</w:t>
            </w:r>
          </w:p>
        </w:tc>
        <w:tc>
          <w:tcPr>
            <w:tcW w:w="1701" w:type="dxa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39447A" w:rsidRPr="00F816BC" w:rsidTr="003B2704">
        <w:trPr>
          <w:trHeight w:val="315"/>
        </w:trPr>
        <w:tc>
          <w:tcPr>
            <w:tcW w:w="675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5954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 xml:space="preserve">Мастер Изображения учит видеть. </w:t>
            </w:r>
          </w:p>
        </w:tc>
        <w:tc>
          <w:tcPr>
            <w:tcW w:w="1276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  <w:r w:rsidRPr="00F816BC">
              <w:rPr>
                <w:sz w:val="28"/>
                <w:szCs w:val="28"/>
              </w:rPr>
              <w:t>.09</w:t>
            </w:r>
          </w:p>
        </w:tc>
        <w:tc>
          <w:tcPr>
            <w:tcW w:w="1701" w:type="dxa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39447A" w:rsidRPr="00F816BC" w:rsidTr="003B2704">
        <w:trPr>
          <w:trHeight w:val="154"/>
        </w:trPr>
        <w:tc>
          <w:tcPr>
            <w:tcW w:w="675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 xml:space="preserve">3. </w:t>
            </w:r>
          </w:p>
        </w:tc>
        <w:tc>
          <w:tcPr>
            <w:tcW w:w="5954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Изображать можно пятном.</w:t>
            </w:r>
          </w:p>
        </w:tc>
        <w:tc>
          <w:tcPr>
            <w:tcW w:w="1276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7</w:t>
            </w:r>
            <w:r w:rsidRPr="00F816BC">
              <w:rPr>
                <w:sz w:val="28"/>
                <w:szCs w:val="28"/>
              </w:rPr>
              <w:t>.09</w:t>
            </w:r>
          </w:p>
        </w:tc>
        <w:tc>
          <w:tcPr>
            <w:tcW w:w="1701" w:type="dxa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39447A" w:rsidRPr="00F816BC" w:rsidTr="003B2704">
        <w:trPr>
          <w:trHeight w:val="154"/>
        </w:trPr>
        <w:tc>
          <w:tcPr>
            <w:tcW w:w="675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4.</w:t>
            </w:r>
          </w:p>
        </w:tc>
        <w:tc>
          <w:tcPr>
            <w:tcW w:w="5954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 xml:space="preserve">Изображать можно в объеме. </w:t>
            </w:r>
          </w:p>
        </w:tc>
        <w:tc>
          <w:tcPr>
            <w:tcW w:w="1276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4</w:t>
            </w:r>
            <w:r w:rsidRPr="00F816BC">
              <w:rPr>
                <w:sz w:val="28"/>
                <w:szCs w:val="28"/>
              </w:rPr>
              <w:t>.09</w:t>
            </w:r>
          </w:p>
        </w:tc>
        <w:tc>
          <w:tcPr>
            <w:tcW w:w="1701" w:type="dxa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39447A" w:rsidRPr="00F816BC" w:rsidTr="003B2704">
        <w:trPr>
          <w:trHeight w:val="154"/>
        </w:trPr>
        <w:tc>
          <w:tcPr>
            <w:tcW w:w="675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5.</w:t>
            </w:r>
          </w:p>
        </w:tc>
        <w:tc>
          <w:tcPr>
            <w:tcW w:w="5954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Изображать можно линией.</w:t>
            </w:r>
            <w:r w:rsidRPr="00F816BC">
              <w:rPr>
                <w:sz w:val="28"/>
                <w:szCs w:val="28"/>
              </w:rPr>
              <w:t>Урок – путешествие</w:t>
            </w:r>
          </w:p>
        </w:tc>
        <w:tc>
          <w:tcPr>
            <w:tcW w:w="1276" w:type="dxa"/>
            <w:vAlign w:val="center"/>
          </w:tcPr>
          <w:p w:rsidR="0039447A" w:rsidRPr="00AA7B1E" w:rsidRDefault="0039447A" w:rsidP="0081182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01.10</w:t>
            </w:r>
          </w:p>
        </w:tc>
        <w:tc>
          <w:tcPr>
            <w:tcW w:w="1701" w:type="dxa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39447A" w:rsidRPr="00F816BC" w:rsidTr="003B2704">
        <w:trPr>
          <w:trHeight w:val="154"/>
        </w:trPr>
        <w:tc>
          <w:tcPr>
            <w:tcW w:w="675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6.</w:t>
            </w:r>
          </w:p>
        </w:tc>
        <w:tc>
          <w:tcPr>
            <w:tcW w:w="5954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 xml:space="preserve">Разноцветные краски. </w:t>
            </w:r>
          </w:p>
        </w:tc>
        <w:tc>
          <w:tcPr>
            <w:tcW w:w="1276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8</w:t>
            </w:r>
            <w:r w:rsidRPr="00F816BC">
              <w:rPr>
                <w:sz w:val="28"/>
                <w:szCs w:val="28"/>
              </w:rPr>
              <w:t>.10</w:t>
            </w:r>
          </w:p>
        </w:tc>
        <w:tc>
          <w:tcPr>
            <w:tcW w:w="1701" w:type="dxa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39447A" w:rsidRPr="00F816BC" w:rsidTr="003B2704">
        <w:trPr>
          <w:trHeight w:val="154"/>
        </w:trPr>
        <w:tc>
          <w:tcPr>
            <w:tcW w:w="675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7.</w:t>
            </w:r>
          </w:p>
        </w:tc>
        <w:tc>
          <w:tcPr>
            <w:tcW w:w="5954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 xml:space="preserve">Изображать можно и то, что невидимо (настроение) </w:t>
            </w:r>
          </w:p>
        </w:tc>
        <w:tc>
          <w:tcPr>
            <w:tcW w:w="1276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5</w:t>
            </w:r>
            <w:r w:rsidRPr="00F816BC">
              <w:rPr>
                <w:sz w:val="28"/>
                <w:szCs w:val="28"/>
              </w:rPr>
              <w:t>.10</w:t>
            </w:r>
          </w:p>
        </w:tc>
        <w:tc>
          <w:tcPr>
            <w:tcW w:w="1701" w:type="dxa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39447A" w:rsidRPr="00F816BC" w:rsidTr="003B2704">
        <w:trPr>
          <w:trHeight w:val="154"/>
        </w:trPr>
        <w:tc>
          <w:tcPr>
            <w:tcW w:w="675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8.</w:t>
            </w:r>
          </w:p>
        </w:tc>
        <w:tc>
          <w:tcPr>
            <w:tcW w:w="5954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 xml:space="preserve">Урок – экскурсия в музей. Художники и зрители (обобщение темы). </w:t>
            </w:r>
          </w:p>
        </w:tc>
        <w:tc>
          <w:tcPr>
            <w:tcW w:w="1276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2</w:t>
            </w:r>
            <w:r w:rsidRPr="00F816BC">
              <w:rPr>
                <w:sz w:val="28"/>
                <w:szCs w:val="28"/>
              </w:rPr>
              <w:t>.10</w:t>
            </w:r>
          </w:p>
        </w:tc>
        <w:tc>
          <w:tcPr>
            <w:tcW w:w="1701" w:type="dxa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39447A" w:rsidRPr="00F816BC" w:rsidTr="003B2704">
        <w:trPr>
          <w:trHeight w:val="154"/>
        </w:trPr>
        <w:tc>
          <w:tcPr>
            <w:tcW w:w="675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9.</w:t>
            </w:r>
          </w:p>
        </w:tc>
        <w:tc>
          <w:tcPr>
            <w:tcW w:w="5954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 xml:space="preserve">Мир полон украшений. </w:t>
            </w:r>
          </w:p>
        </w:tc>
        <w:tc>
          <w:tcPr>
            <w:tcW w:w="1276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9</w:t>
            </w:r>
            <w:r>
              <w:rPr>
                <w:sz w:val="28"/>
                <w:szCs w:val="28"/>
              </w:rPr>
              <w:t>.10</w:t>
            </w:r>
          </w:p>
        </w:tc>
        <w:tc>
          <w:tcPr>
            <w:tcW w:w="1701" w:type="dxa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39447A" w:rsidRPr="00F816BC" w:rsidTr="003B2704">
        <w:trPr>
          <w:trHeight w:val="154"/>
        </w:trPr>
        <w:tc>
          <w:tcPr>
            <w:tcW w:w="675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10.</w:t>
            </w:r>
          </w:p>
        </w:tc>
        <w:tc>
          <w:tcPr>
            <w:tcW w:w="5954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Красоту надо уметь замечать.</w:t>
            </w:r>
          </w:p>
        </w:tc>
        <w:tc>
          <w:tcPr>
            <w:tcW w:w="1276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2</w:t>
            </w:r>
            <w:r w:rsidRPr="00F816BC">
              <w:rPr>
                <w:sz w:val="28"/>
                <w:szCs w:val="28"/>
              </w:rPr>
              <w:t>.11</w:t>
            </w:r>
          </w:p>
        </w:tc>
        <w:tc>
          <w:tcPr>
            <w:tcW w:w="1701" w:type="dxa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39447A" w:rsidRPr="00F816BC" w:rsidTr="003B2704">
        <w:trPr>
          <w:trHeight w:val="154"/>
        </w:trPr>
        <w:tc>
          <w:tcPr>
            <w:tcW w:w="675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11.</w:t>
            </w:r>
          </w:p>
        </w:tc>
        <w:tc>
          <w:tcPr>
            <w:tcW w:w="5954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Красоту надо уметь замечать.</w:t>
            </w:r>
          </w:p>
        </w:tc>
        <w:tc>
          <w:tcPr>
            <w:tcW w:w="1276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9</w:t>
            </w:r>
            <w:r w:rsidRPr="00F816BC">
              <w:rPr>
                <w:sz w:val="28"/>
                <w:szCs w:val="28"/>
              </w:rPr>
              <w:t>.11</w:t>
            </w:r>
          </w:p>
        </w:tc>
        <w:tc>
          <w:tcPr>
            <w:tcW w:w="1701" w:type="dxa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39447A" w:rsidRPr="00F816BC" w:rsidTr="003B2704">
        <w:trPr>
          <w:trHeight w:val="154"/>
        </w:trPr>
        <w:tc>
          <w:tcPr>
            <w:tcW w:w="675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12.</w:t>
            </w:r>
          </w:p>
        </w:tc>
        <w:tc>
          <w:tcPr>
            <w:tcW w:w="5954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 xml:space="preserve">Красоту надо уметь замечать. </w:t>
            </w:r>
          </w:p>
        </w:tc>
        <w:tc>
          <w:tcPr>
            <w:tcW w:w="1276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6</w:t>
            </w:r>
            <w:r>
              <w:rPr>
                <w:sz w:val="28"/>
                <w:szCs w:val="28"/>
              </w:rPr>
              <w:t>.11</w:t>
            </w:r>
          </w:p>
        </w:tc>
        <w:tc>
          <w:tcPr>
            <w:tcW w:w="1701" w:type="dxa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39447A" w:rsidRPr="00F816BC" w:rsidTr="003B2704">
        <w:trPr>
          <w:trHeight w:val="154"/>
        </w:trPr>
        <w:tc>
          <w:tcPr>
            <w:tcW w:w="675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13.</w:t>
            </w:r>
          </w:p>
        </w:tc>
        <w:tc>
          <w:tcPr>
            <w:tcW w:w="5954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 xml:space="preserve">Узоры, которые создали люди </w:t>
            </w:r>
          </w:p>
        </w:tc>
        <w:tc>
          <w:tcPr>
            <w:tcW w:w="1276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3</w:t>
            </w:r>
            <w:r w:rsidRPr="00F816BC">
              <w:rPr>
                <w:sz w:val="28"/>
                <w:szCs w:val="28"/>
              </w:rPr>
              <w:t>.12</w:t>
            </w:r>
          </w:p>
        </w:tc>
        <w:tc>
          <w:tcPr>
            <w:tcW w:w="1701" w:type="dxa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39447A" w:rsidRPr="00F816BC" w:rsidTr="003B2704">
        <w:trPr>
          <w:trHeight w:val="154"/>
        </w:trPr>
        <w:tc>
          <w:tcPr>
            <w:tcW w:w="675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14.</w:t>
            </w:r>
          </w:p>
        </w:tc>
        <w:tc>
          <w:tcPr>
            <w:tcW w:w="5954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 xml:space="preserve">Как украшает себя человек. </w:t>
            </w:r>
          </w:p>
        </w:tc>
        <w:tc>
          <w:tcPr>
            <w:tcW w:w="1276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  <w:r w:rsidRPr="00F816BC">
              <w:rPr>
                <w:sz w:val="28"/>
                <w:szCs w:val="28"/>
              </w:rPr>
              <w:t>.12</w:t>
            </w:r>
          </w:p>
        </w:tc>
        <w:tc>
          <w:tcPr>
            <w:tcW w:w="1701" w:type="dxa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39447A" w:rsidRPr="00F816BC" w:rsidTr="003B2704">
        <w:trPr>
          <w:trHeight w:val="154"/>
        </w:trPr>
        <w:tc>
          <w:tcPr>
            <w:tcW w:w="675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15.</w:t>
            </w:r>
          </w:p>
        </w:tc>
        <w:tc>
          <w:tcPr>
            <w:tcW w:w="5954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Мастер Украшения помогает сделать праздник (обобщение темы)</w:t>
            </w:r>
          </w:p>
        </w:tc>
        <w:tc>
          <w:tcPr>
            <w:tcW w:w="1276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7</w:t>
            </w:r>
            <w:r w:rsidRPr="00F816BC">
              <w:rPr>
                <w:sz w:val="28"/>
                <w:szCs w:val="28"/>
              </w:rPr>
              <w:t>.12</w:t>
            </w:r>
          </w:p>
        </w:tc>
        <w:tc>
          <w:tcPr>
            <w:tcW w:w="1701" w:type="dxa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39447A" w:rsidRPr="00F816BC" w:rsidTr="003B2704">
        <w:trPr>
          <w:trHeight w:val="154"/>
        </w:trPr>
        <w:tc>
          <w:tcPr>
            <w:tcW w:w="675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16.</w:t>
            </w:r>
          </w:p>
        </w:tc>
        <w:tc>
          <w:tcPr>
            <w:tcW w:w="5954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Мастер Украшения помогает сделать праздник (обобщение темы)</w:t>
            </w:r>
          </w:p>
        </w:tc>
        <w:tc>
          <w:tcPr>
            <w:tcW w:w="1276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.12</w:t>
            </w:r>
          </w:p>
        </w:tc>
        <w:tc>
          <w:tcPr>
            <w:tcW w:w="1701" w:type="dxa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39447A" w:rsidRPr="00F816BC" w:rsidTr="003B2704">
        <w:trPr>
          <w:trHeight w:val="154"/>
        </w:trPr>
        <w:tc>
          <w:tcPr>
            <w:tcW w:w="675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17.</w:t>
            </w:r>
          </w:p>
        </w:tc>
        <w:tc>
          <w:tcPr>
            <w:tcW w:w="5954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Постройки в нашей жизни</w:t>
            </w:r>
          </w:p>
        </w:tc>
        <w:tc>
          <w:tcPr>
            <w:tcW w:w="1276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1</w:t>
            </w:r>
            <w:r w:rsidRPr="00F816BC">
              <w:rPr>
                <w:sz w:val="28"/>
                <w:szCs w:val="28"/>
              </w:rPr>
              <w:t>.01</w:t>
            </w:r>
          </w:p>
        </w:tc>
        <w:tc>
          <w:tcPr>
            <w:tcW w:w="1701" w:type="dxa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39447A" w:rsidRPr="00F816BC" w:rsidTr="003B2704">
        <w:trPr>
          <w:trHeight w:val="154"/>
        </w:trPr>
        <w:tc>
          <w:tcPr>
            <w:tcW w:w="675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18</w:t>
            </w:r>
          </w:p>
        </w:tc>
        <w:tc>
          <w:tcPr>
            <w:tcW w:w="5954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Постройки в нашей жизни.</w:t>
            </w:r>
          </w:p>
        </w:tc>
        <w:tc>
          <w:tcPr>
            <w:tcW w:w="1276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8</w:t>
            </w:r>
            <w:r w:rsidRPr="00F816BC">
              <w:rPr>
                <w:sz w:val="28"/>
                <w:szCs w:val="28"/>
              </w:rPr>
              <w:t>.01</w:t>
            </w:r>
          </w:p>
        </w:tc>
        <w:tc>
          <w:tcPr>
            <w:tcW w:w="1701" w:type="dxa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39447A" w:rsidRPr="00F816BC" w:rsidTr="003B2704">
        <w:trPr>
          <w:trHeight w:val="336"/>
        </w:trPr>
        <w:tc>
          <w:tcPr>
            <w:tcW w:w="675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19.</w:t>
            </w:r>
          </w:p>
        </w:tc>
        <w:tc>
          <w:tcPr>
            <w:tcW w:w="5954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Дома бывают разными</w:t>
            </w:r>
          </w:p>
        </w:tc>
        <w:tc>
          <w:tcPr>
            <w:tcW w:w="1276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  <w:r w:rsidRPr="00F816BC">
              <w:rPr>
                <w:sz w:val="28"/>
                <w:szCs w:val="28"/>
              </w:rPr>
              <w:t>.02</w:t>
            </w:r>
          </w:p>
        </w:tc>
        <w:tc>
          <w:tcPr>
            <w:tcW w:w="1701" w:type="dxa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39447A" w:rsidRPr="00F816BC" w:rsidTr="003B2704">
        <w:trPr>
          <w:trHeight w:val="334"/>
        </w:trPr>
        <w:tc>
          <w:tcPr>
            <w:tcW w:w="675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20.</w:t>
            </w:r>
          </w:p>
        </w:tc>
        <w:tc>
          <w:tcPr>
            <w:tcW w:w="5954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 xml:space="preserve">Домики, которые построила природа. </w:t>
            </w:r>
          </w:p>
        </w:tc>
        <w:tc>
          <w:tcPr>
            <w:tcW w:w="1276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1</w:t>
            </w:r>
            <w:r w:rsidRPr="00F816BC">
              <w:rPr>
                <w:sz w:val="28"/>
                <w:szCs w:val="28"/>
              </w:rPr>
              <w:t>.02</w:t>
            </w:r>
          </w:p>
        </w:tc>
        <w:tc>
          <w:tcPr>
            <w:tcW w:w="1701" w:type="dxa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39447A" w:rsidRPr="00F816BC" w:rsidTr="003B2704">
        <w:trPr>
          <w:trHeight w:val="423"/>
        </w:trPr>
        <w:tc>
          <w:tcPr>
            <w:tcW w:w="675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21.</w:t>
            </w:r>
          </w:p>
        </w:tc>
        <w:tc>
          <w:tcPr>
            <w:tcW w:w="5954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Какие можно придумать дома.</w:t>
            </w:r>
          </w:p>
        </w:tc>
        <w:tc>
          <w:tcPr>
            <w:tcW w:w="1276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25</w:t>
            </w:r>
            <w:r w:rsidRPr="00F816BC">
              <w:rPr>
                <w:sz w:val="28"/>
                <w:szCs w:val="28"/>
              </w:rPr>
              <w:t>.02</w:t>
            </w:r>
          </w:p>
        </w:tc>
        <w:tc>
          <w:tcPr>
            <w:tcW w:w="1701" w:type="dxa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39447A" w:rsidRPr="00F816BC" w:rsidTr="003B2704">
        <w:trPr>
          <w:trHeight w:val="336"/>
        </w:trPr>
        <w:tc>
          <w:tcPr>
            <w:tcW w:w="675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22.</w:t>
            </w:r>
          </w:p>
        </w:tc>
        <w:tc>
          <w:tcPr>
            <w:tcW w:w="5954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Дом снаружи и внутри.</w:t>
            </w:r>
          </w:p>
        </w:tc>
        <w:tc>
          <w:tcPr>
            <w:tcW w:w="1276" w:type="dxa"/>
            <w:vAlign w:val="center"/>
          </w:tcPr>
          <w:p w:rsidR="0039447A" w:rsidRPr="00AA7B1E" w:rsidRDefault="0039447A" w:rsidP="0081182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04.03</w:t>
            </w:r>
          </w:p>
        </w:tc>
        <w:tc>
          <w:tcPr>
            <w:tcW w:w="1701" w:type="dxa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39447A" w:rsidRPr="00F816BC" w:rsidTr="003B2704">
        <w:trPr>
          <w:trHeight w:val="350"/>
        </w:trPr>
        <w:tc>
          <w:tcPr>
            <w:tcW w:w="675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23.</w:t>
            </w:r>
          </w:p>
        </w:tc>
        <w:tc>
          <w:tcPr>
            <w:tcW w:w="5954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 xml:space="preserve">Строим город </w:t>
            </w:r>
          </w:p>
        </w:tc>
        <w:tc>
          <w:tcPr>
            <w:tcW w:w="1276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  <w:r w:rsidRPr="00F816BC">
              <w:rPr>
                <w:sz w:val="28"/>
                <w:szCs w:val="28"/>
              </w:rPr>
              <w:t>.03</w:t>
            </w:r>
          </w:p>
        </w:tc>
        <w:tc>
          <w:tcPr>
            <w:tcW w:w="1701" w:type="dxa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39447A" w:rsidRPr="00F816BC" w:rsidTr="003B2704">
        <w:trPr>
          <w:trHeight w:val="336"/>
        </w:trPr>
        <w:tc>
          <w:tcPr>
            <w:tcW w:w="675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24.</w:t>
            </w:r>
          </w:p>
        </w:tc>
        <w:tc>
          <w:tcPr>
            <w:tcW w:w="5954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 xml:space="preserve">Все имеет свое строение. </w:t>
            </w:r>
          </w:p>
        </w:tc>
        <w:tc>
          <w:tcPr>
            <w:tcW w:w="1276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  <w:r w:rsidRPr="00F816BC">
              <w:rPr>
                <w:sz w:val="28"/>
                <w:szCs w:val="28"/>
              </w:rPr>
              <w:t>.03</w:t>
            </w:r>
          </w:p>
        </w:tc>
        <w:tc>
          <w:tcPr>
            <w:tcW w:w="1701" w:type="dxa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39447A" w:rsidRPr="00F816BC" w:rsidTr="003B2704">
        <w:trPr>
          <w:trHeight w:val="336"/>
        </w:trPr>
        <w:tc>
          <w:tcPr>
            <w:tcW w:w="675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25.</w:t>
            </w:r>
          </w:p>
        </w:tc>
        <w:tc>
          <w:tcPr>
            <w:tcW w:w="5954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 xml:space="preserve">Строим вещи. </w:t>
            </w:r>
          </w:p>
        </w:tc>
        <w:tc>
          <w:tcPr>
            <w:tcW w:w="1276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25</w:t>
            </w:r>
            <w:r>
              <w:rPr>
                <w:sz w:val="28"/>
                <w:szCs w:val="28"/>
              </w:rPr>
              <w:t>.03</w:t>
            </w:r>
          </w:p>
        </w:tc>
        <w:tc>
          <w:tcPr>
            <w:tcW w:w="1701" w:type="dxa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39447A" w:rsidRPr="00F816BC" w:rsidTr="003B2704">
        <w:trPr>
          <w:trHeight w:val="336"/>
        </w:trPr>
        <w:tc>
          <w:tcPr>
            <w:tcW w:w="675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26.</w:t>
            </w:r>
          </w:p>
        </w:tc>
        <w:tc>
          <w:tcPr>
            <w:tcW w:w="5954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 xml:space="preserve">Город, в котором мы живем </w:t>
            </w:r>
          </w:p>
        </w:tc>
        <w:tc>
          <w:tcPr>
            <w:tcW w:w="1276" w:type="dxa"/>
            <w:vAlign w:val="center"/>
          </w:tcPr>
          <w:p w:rsidR="0039447A" w:rsidRPr="00AA7B1E" w:rsidRDefault="0039447A" w:rsidP="0081182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08.04</w:t>
            </w:r>
          </w:p>
        </w:tc>
        <w:tc>
          <w:tcPr>
            <w:tcW w:w="1701" w:type="dxa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39447A" w:rsidRPr="00F816BC" w:rsidTr="003B2704">
        <w:trPr>
          <w:trHeight w:val="336"/>
        </w:trPr>
        <w:tc>
          <w:tcPr>
            <w:tcW w:w="675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27.</w:t>
            </w:r>
          </w:p>
        </w:tc>
        <w:tc>
          <w:tcPr>
            <w:tcW w:w="5954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Город, в котором мы живем (обобщение темы)</w:t>
            </w:r>
          </w:p>
        </w:tc>
        <w:tc>
          <w:tcPr>
            <w:tcW w:w="1276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15</w:t>
            </w:r>
            <w:r w:rsidRPr="00F816BC">
              <w:rPr>
                <w:sz w:val="28"/>
                <w:szCs w:val="28"/>
              </w:rPr>
              <w:t>.04</w:t>
            </w:r>
          </w:p>
        </w:tc>
        <w:tc>
          <w:tcPr>
            <w:tcW w:w="1701" w:type="dxa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39447A" w:rsidRPr="00F816BC" w:rsidTr="003B2704">
        <w:trPr>
          <w:trHeight w:val="467"/>
        </w:trPr>
        <w:tc>
          <w:tcPr>
            <w:tcW w:w="675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28.</w:t>
            </w:r>
          </w:p>
        </w:tc>
        <w:tc>
          <w:tcPr>
            <w:tcW w:w="5954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Три Брата-Мастера всегда трудятся вместе</w:t>
            </w:r>
          </w:p>
        </w:tc>
        <w:tc>
          <w:tcPr>
            <w:tcW w:w="1276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22</w:t>
            </w:r>
            <w:r w:rsidRPr="00F816BC">
              <w:rPr>
                <w:sz w:val="28"/>
                <w:szCs w:val="28"/>
              </w:rPr>
              <w:t>.04</w:t>
            </w:r>
          </w:p>
        </w:tc>
        <w:tc>
          <w:tcPr>
            <w:tcW w:w="1701" w:type="dxa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39447A" w:rsidRPr="00F816BC" w:rsidTr="003B2704">
        <w:trPr>
          <w:trHeight w:val="377"/>
        </w:trPr>
        <w:tc>
          <w:tcPr>
            <w:tcW w:w="675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29.</w:t>
            </w:r>
          </w:p>
        </w:tc>
        <w:tc>
          <w:tcPr>
            <w:tcW w:w="5954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«Сказочная страна». Создание панно.</w:t>
            </w:r>
          </w:p>
        </w:tc>
        <w:tc>
          <w:tcPr>
            <w:tcW w:w="1276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9</w:t>
            </w:r>
            <w:r w:rsidRPr="00F816BC">
              <w:rPr>
                <w:sz w:val="28"/>
                <w:szCs w:val="28"/>
              </w:rPr>
              <w:t>.04</w:t>
            </w:r>
          </w:p>
        </w:tc>
        <w:tc>
          <w:tcPr>
            <w:tcW w:w="1701" w:type="dxa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39447A" w:rsidRPr="00F816BC" w:rsidTr="003B2704">
        <w:trPr>
          <w:trHeight w:val="622"/>
        </w:trPr>
        <w:tc>
          <w:tcPr>
            <w:tcW w:w="675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30.</w:t>
            </w:r>
          </w:p>
        </w:tc>
        <w:tc>
          <w:tcPr>
            <w:tcW w:w="5954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«Праздник весны». Конструирование из бумаги.</w:t>
            </w:r>
          </w:p>
        </w:tc>
        <w:tc>
          <w:tcPr>
            <w:tcW w:w="1276" w:type="dxa"/>
            <w:vAlign w:val="center"/>
          </w:tcPr>
          <w:p w:rsidR="0039447A" w:rsidRPr="00AA7B1E" w:rsidRDefault="0039447A" w:rsidP="0081182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06.05</w:t>
            </w:r>
          </w:p>
        </w:tc>
        <w:tc>
          <w:tcPr>
            <w:tcW w:w="1701" w:type="dxa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39447A" w:rsidRPr="00F816BC" w:rsidTr="003B2704">
        <w:trPr>
          <w:trHeight w:val="375"/>
        </w:trPr>
        <w:tc>
          <w:tcPr>
            <w:tcW w:w="675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31.</w:t>
            </w:r>
          </w:p>
        </w:tc>
        <w:tc>
          <w:tcPr>
            <w:tcW w:w="5954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 xml:space="preserve">Урок любования. Умение видеть. </w:t>
            </w:r>
          </w:p>
        </w:tc>
        <w:tc>
          <w:tcPr>
            <w:tcW w:w="1276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13</w:t>
            </w:r>
            <w:r w:rsidRPr="00F816BC">
              <w:rPr>
                <w:sz w:val="28"/>
                <w:szCs w:val="28"/>
              </w:rPr>
              <w:t>.05</w:t>
            </w:r>
          </w:p>
        </w:tc>
        <w:tc>
          <w:tcPr>
            <w:tcW w:w="1701" w:type="dxa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39447A" w:rsidRPr="00F816BC" w:rsidTr="003B2704">
        <w:trPr>
          <w:trHeight w:val="352"/>
        </w:trPr>
        <w:tc>
          <w:tcPr>
            <w:tcW w:w="675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32.</w:t>
            </w:r>
          </w:p>
        </w:tc>
        <w:tc>
          <w:tcPr>
            <w:tcW w:w="5954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 xml:space="preserve">Здравствуй, лето! </w:t>
            </w:r>
          </w:p>
        </w:tc>
        <w:tc>
          <w:tcPr>
            <w:tcW w:w="1276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20</w:t>
            </w:r>
            <w:r w:rsidRPr="00F816BC">
              <w:rPr>
                <w:sz w:val="28"/>
                <w:szCs w:val="28"/>
              </w:rPr>
              <w:t>.05</w:t>
            </w:r>
          </w:p>
        </w:tc>
        <w:tc>
          <w:tcPr>
            <w:tcW w:w="1701" w:type="dxa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39447A" w:rsidRPr="00F816BC" w:rsidTr="003B2704">
        <w:trPr>
          <w:trHeight w:val="336"/>
        </w:trPr>
        <w:tc>
          <w:tcPr>
            <w:tcW w:w="675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33</w:t>
            </w:r>
          </w:p>
        </w:tc>
        <w:tc>
          <w:tcPr>
            <w:tcW w:w="5954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 w:rsidRPr="00F816BC">
              <w:rPr>
                <w:sz w:val="28"/>
                <w:szCs w:val="28"/>
              </w:rPr>
              <w:t>Выставка рисунков</w:t>
            </w:r>
          </w:p>
        </w:tc>
        <w:tc>
          <w:tcPr>
            <w:tcW w:w="1276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7</w:t>
            </w:r>
            <w:r w:rsidRPr="00F816BC">
              <w:rPr>
                <w:sz w:val="28"/>
                <w:szCs w:val="28"/>
              </w:rPr>
              <w:t>.05</w:t>
            </w:r>
          </w:p>
        </w:tc>
        <w:tc>
          <w:tcPr>
            <w:tcW w:w="1701" w:type="dxa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</w:p>
        </w:tc>
      </w:tr>
      <w:tr w:rsidR="0039447A" w:rsidRPr="00F816BC" w:rsidTr="003B2704">
        <w:trPr>
          <w:trHeight w:val="336"/>
        </w:trPr>
        <w:tc>
          <w:tcPr>
            <w:tcW w:w="675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39447A" w:rsidRPr="00AA7B1E" w:rsidRDefault="0039447A" w:rsidP="00811824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39447A" w:rsidRPr="00F816BC" w:rsidRDefault="0039447A" w:rsidP="00811824">
            <w:pPr>
              <w:jc w:val="both"/>
              <w:rPr>
                <w:sz w:val="28"/>
                <w:szCs w:val="28"/>
              </w:rPr>
            </w:pPr>
          </w:p>
        </w:tc>
      </w:tr>
    </w:tbl>
    <w:p w:rsidR="0039447A" w:rsidRPr="00F816BC" w:rsidRDefault="0039447A" w:rsidP="00F816BC">
      <w:pPr>
        <w:spacing w:line="360" w:lineRule="auto"/>
        <w:ind w:firstLine="709"/>
        <w:jc w:val="both"/>
        <w:rPr>
          <w:sz w:val="28"/>
          <w:szCs w:val="28"/>
        </w:rPr>
      </w:pPr>
    </w:p>
    <w:p w:rsidR="0039447A" w:rsidRPr="00F816BC" w:rsidRDefault="0039447A" w:rsidP="00F816BC">
      <w:pPr>
        <w:spacing w:line="360" w:lineRule="auto"/>
        <w:ind w:firstLine="709"/>
        <w:jc w:val="both"/>
        <w:rPr>
          <w:sz w:val="28"/>
          <w:szCs w:val="28"/>
        </w:rPr>
      </w:pPr>
    </w:p>
    <w:p w:rsidR="0039447A" w:rsidRPr="00F816BC" w:rsidRDefault="0039447A" w:rsidP="00F816BC">
      <w:pPr>
        <w:spacing w:line="360" w:lineRule="auto"/>
        <w:ind w:firstLine="709"/>
        <w:jc w:val="both"/>
        <w:rPr>
          <w:sz w:val="28"/>
          <w:szCs w:val="28"/>
        </w:rPr>
      </w:pPr>
    </w:p>
    <w:p w:rsidR="0039447A" w:rsidRPr="00F816BC" w:rsidRDefault="0039447A" w:rsidP="00F816BC">
      <w:pPr>
        <w:spacing w:line="360" w:lineRule="auto"/>
        <w:ind w:firstLine="709"/>
        <w:jc w:val="both"/>
        <w:rPr>
          <w:sz w:val="28"/>
          <w:szCs w:val="28"/>
        </w:rPr>
      </w:pPr>
    </w:p>
    <w:p w:rsidR="0039447A" w:rsidRPr="00F816BC" w:rsidRDefault="0039447A" w:rsidP="00F816BC">
      <w:pPr>
        <w:spacing w:line="360" w:lineRule="auto"/>
        <w:ind w:firstLine="709"/>
        <w:jc w:val="both"/>
        <w:rPr>
          <w:sz w:val="28"/>
          <w:szCs w:val="28"/>
        </w:rPr>
      </w:pPr>
    </w:p>
    <w:p w:rsidR="0039447A" w:rsidRPr="00F816BC" w:rsidRDefault="0039447A" w:rsidP="00F816BC">
      <w:pPr>
        <w:spacing w:line="360" w:lineRule="auto"/>
        <w:ind w:firstLine="709"/>
        <w:jc w:val="both"/>
        <w:rPr>
          <w:sz w:val="28"/>
          <w:szCs w:val="28"/>
        </w:rPr>
      </w:pPr>
    </w:p>
    <w:p w:rsidR="0039447A" w:rsidRPr="00F816BC" w:rsidRDefault="0039447A" w:rsidP="00F816BC">
      <w:pPr>
        <w:spacing w:line="360" w:lineRule="auto"/>
        <w:ind w:firstLine="709"/>
        <w:jc w:val="both"/>
        <w:rPr>
          <w:sz w:val="28"/>
          <w:szCs w:val="28"/>
        </w:rPr>
      </w:pPr>
    </w:p>
    <w:p w:rsidR="0039447A" w:rsidRPr="00F816BC" w:rsidRDefault="0039447A" w:rsidP="00F816BC">
      <w:pPr>
        <w:spacing w:line="360" w:lineRule="auto"/>
        <w:ind w:firstLine="709"/>
        <w:jc w:val="both"/>
        <w:rPr>
          <w:sz w:val="28"/>
          <w:szCs w:val="28"/>
        </w:rPr>
      </w:pPr>
    </w:p>
    <w:p w:rsidR="0039447A" w:rsidRPr="00F816BC" w:rsidRDefault="0039447A" w:rsidP="00F816BC">
      <w:pPr>
        <w:spacing w:line="360" w:lineRule="auto"/>
        <w:ind w:firstLine="709"/>
        <w:jc w:val="both"/>
        <w:rPr>
          <w:sz w:val="28"/>
          <w:szCs w:val="28"/>
        </w:rPr>
      </w:pPr>
    </w:p>
    <w:p w:rsidR="0039447A" w:rsidRPr="00F816BC" w:rsidRDefault="0039447A" w:rsidP="00F816BC">
      <w:pPr>
        <w:spacing w:line="360" w:lineRule="auto"/>
        <w:ind w:firstLine="709"/>
        <w:jc w:val="both"/>
        <w:rPr>
          <w:sz w:val="28"/>
          <w:szCs w:val="28"/>
        </w:rPr>
      </w:pPr>
    </w:p>
    <w:p w:rsidR="0039447A" w:rsidRPr="00F816BC" w:rsidRDefault="0039447A" w:rsidP="00F816BC">
      <w:pPr>
        <w:spacing w:line="360" w:lineRule="auto"/>
        <w:ind w:firstLine="709"/>
        <w:jc w:val="both"/>
        <w:rPr>
          <w:sz w:val="28"/>
          <w:szCs w:val="28"/>
        </w:rPr>
      </w:pPr>
    </w:p>
    <w:sectPr w:rsidR="0039447A" w:rsidRPr="00F816BC" w:rsidSect="00F81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E2E0C"/>
    <w:multiLevelType w:val="hybridMultilevel"/>
    <w:tmpl w:val="78281104"/>
    <w:lvl w:ilvl="0" w:tplc="AF98FB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00B24AF"/>
    <w:multiLevelType w:val="hybridMultilevel"/>
    <w:tmpl w:val="5DFE4700"/>
    <w:lvl w:ilvl="0" w:tplc="AF98FB4A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CE329A5"/>
    <w:multiLevelType w:val="hybridMultilevel"/>
    <w:tmpl w:val="99C6D9AC"/>
    <w:lvl w:ilvl="0" w:tplc="AF98FB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A701541"/>
    <w:multiLevelType w:val="hybridMultilevel"/>
    <w:tmpl w:val="6ADE4FB2"/>
    <w:lvl w:ilvl="0" w:tplc="AF98FB4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5AD3A6B"/>
    <w:multiLevelType w:val="hybridMultilevel"/>
    <w:tmpl w:val="776843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B86042D"/>
    <w:multiLevelType w:val="hybridMultilevel"/>
    <w:tmpl w:val="CB80A472"/>
    <w:lvl w:ilvl="0" w:tplc="AF98FB4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7D73075B"/>
    <w:multiLevelType w:val="hybridMultilevel"/>
    <w:tmpl w:val="7504AE88"/>
    <w:lvl w:ilvl="0" w:tplc="3C202B56">
      <w:start w:val="1"/>
      <w:numFmt w:val="bullet"/>
      <w:lvlText w:val=""/>
      <w:lvlJc w:val="left"/>
      <w:pPr>
        <w:ind w:left="12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0D7E"/>
    <w:rsid w:val="00176559"/>
    <w:rsid w:val="00202AA8"/>
    <w:rsid w:val="003207AB"/>
    <w:rsid w:val="0039447A"/>
    <w:rsid w:val="003B2704"/>
    <w:rsid w:val="004C0D7E"/>
    <w:rsid w:val="005B504C"/>
    <w:rsid w:val="006E3E59"/>
    <w:rsid w:val="006F4085"/>
    <w:rsid w:val="00772788"/>
    <w:rsid w:val="00811824"/>
    <w:rsid w:val="00995E82"/>
    <w:rsid w:val="00A414BE"/>
    <w:rsid w:val="00A75BA6"/>
    <w:rsid w:val="00AA6ACC"/>
    <w:rsid w:val="00AA7B1E"/>
    <w:rsid w:val="00C9585F"/>
    <w:rsid w:val="00E50A8E"/>
    <w:rsid w:val="00F43A55"/>
    <w:rsid w:val="00F81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70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Новый"/>
    <w:basedOn w:val="Normal"/>
    <w:uiPriority w:val="99"/>
    <w:rsid w:val="003B2704"/>
    <w:pPr>
      <w:spacing w:line="360" w:lineRule="auto"/>
      <w:ind w:firstLine="454"/>
      <w:jc w:val="both"/>
    </w:pPr>
    <w:rPr>
      <w:sz w:val="28"/>
    </w:rPr>
  </w:style>
  <w:style w:type="paragraph" w:customStyle="1" w:styleId="3">
    <w:name w:val="Основной текст3"/>
    <w:basedOn w:val="Normal"/>
    <w:uiPriority w:val="99"/>
    <w:rsid w:val="003B2704"/>
    <w:pPr>
      <w:widowControl w:val="0"/>
      <w:shd w:val="clear" w:color="auto" w:fill="FFFFFF"/>
      <w:spacing w:after="180" w:line="240" w:lineRule="exact"/>
      <w:jc w:val="both"/>
    </w:pPr>
    <w:rPr>
      <w:rFonts w:ascii="Arial" w:eastAsia="Calibri" w:hAnsi="Arial" w:cs="Arial"/>
      <w:sz w:val="19"/>
      <w:szCs w:val="19"/>
    </w:rPr>
  </w:style>
  <w:style w:type="character" w:customStyle="1" w:styleId="Zag11">
    <w:name w:val="Zag_11"/>
    <w:uiPriority w:val="99"/>
    <w:rsid w:val="003B2704"/>
  </w:style>
  <w:style w:type="paragraph" w:customStyle="1" w:styleId="3cxsplast">
    <w:name w:val="3cxsplast"/>
    <w:basedOn w:val="Normal"/>
    <w:uiPriority w:val="99"/>
    <w:rsid w:val="003B2704"/>
    <w:pPr>
      <w:spacing w:before="100" w:beforeAutospacing="1" w:after="100" w:afterAutospacing="1"/>
    </w:pPr>
  </w:style>
  <w:style w:type="paragraph" w:customStyle="1" w:styleId="3cxspmiddle">
    <w:name w:val="3cxspmiddle"/>
    <w:basedOn w:val="Normal"/>
    <w:uiPriority w:val="99"/>
    <w:rsid w:val="003B2704"/>
    <w:pPr>
      <w:spacing w:before="100" w:beforeAutospacing="1" w:after="100" w:afterAutospacing="1"/>
    </w:pPr>
  </w:style>
  <w:style w:type="character" w:customStyle="1" w:styleId="2">
    <w:name w:val="Основной текст (2)_"/>
    <w:link w:val="20"/>
    <w:uiPriority w:val="99"/>
    <w:locked/>
    <w:rsid w:val="003B2704"/>
    <w:rPr>
      <w:b/>
      <w:sz w:val="28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3B2704"/>
    <w:pPr>
      <w:widowControl w:val="0"/>
      <w:shd w:val="clear" w:color="auto" w:fill="FFFFFF"/>
      <w:spacing w:after="1200" w:line="240" w:lineRule="atLeast"/>
      <w:jc w:val="center"/>
    </w:pPr>
    <w:rPr>
      <w:rFonts w:ascii="Calibri" w:eastAsia="Calibri" w:hAnsi="Calibri"/>
      <w:b/>
      <w:b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995E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5E82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F816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67</TotalTime>
  <Pages>11</Pages>
  <Words>1827</Words>
  <Characters>10414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101</dc:creator>
  <cp:keywords/>
  <dc:description/>
  <cp:lastModifiedBy>Admin</cp:lastModifiedBy>
  <cp:revision>6</cp:revision>
  <cp:lastPrinted>2019-09-20T06:14:00Z</cp:lastPrinted>
  <dcterms:created xsi:type="dcterms:W3CDTF">2019-09-05T09:41:00Z</dcterms:created>
  <dcterms:modified xsi:type="dcterms:W3CDTF">2020-09-07T07:44:00Z</dcterms:modified>
</cp:coreProperties>
</file>